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E029E" w:rsidRDefault="001159E8" w:rsidP="002E23C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doplnění zE</w:t>
            </w:r>
            <w:r w:rsidR="007E029E">
              <w:rPr>
                <w:rFonts w:ascii="Arial" w:hAnsi="Arial" w:cs="Arial"/>
                <w:color w:val="FF0000"/>
                <w:sz w:val="24"/>
                <w:szCs w:val="24"/>
              </w:rPr>
              <w:t xml:space="preserve">leně ve vybraných lokalitách </w:t>
            </w:r>
          </w:p>
          <w:p w:rsidR="00171691" w:rsidRPr="0025072A" w:rsidRDefault="007E029E" w:rsidP="00742B9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města uherský brod 202</w:t>
            </w:r>
            <w:r w:rsidR="00742B96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CE" w:rsidRDefault="00D523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E029E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CE" w:rsidRDefault="00D523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CE" w:rsidRDefault="00D523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CE" w:rsidRDefault="00D523C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523CE">
                            <w:rPr>
                              <w:b/>
                              <w:szCs w:val="20"/>
                            </w:rPr>
                            <w:t>7</w:t>
                          </w:r>
                          <w:bookmarkStart w:id="0" w:name="_GoBack"/>
                          <w:bookmarkEnd w:id="0"/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523CE">
                      <w:rPr>
                        <w:b/>
                        <w:szCs w:val="20"/>
                      </w:rPr>
                      <w:t>7</w:t>
                    </w:r>
                    <w:bookmarkStart w:id="1" w:name="_GoBack"/>
                    <w:bookmarkEnd w:id="1"/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59E8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3D6E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23CD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0528D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2B96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029E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4B4D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3CE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4E44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A11EEA30.dotm</Template>
  <TotalTime>35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39</cp:revision>
  <cp:lastPrinted>2026-01-16T08:19:00Z</cp:lastPrinted>
  <dcterms:created xsi:type="dcterms:W3CDTF">2019-09-19T08:40:00Z</dcterms:created>
  <dcterms:modified xsi:type="dcterms:W3CDTF">2026-01-29T10:54:00Z</dcterms:modified>
</cp:coreProperties>
</file>